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585E" w14:textId="77777777" w:rsidR="00A00C31" w:rsidRPr="001E659C" w:rsidRDefault="00A00C31" w:rsidP="00A00C31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1E659C">
        <w:rPr>
          <w:rFonts w:ascii="方正小标宋简体" w:eastAsia="方正小标宋简体" w:hint="eastAsia"/>
          <w:b/>
          <w:sz w:val="44"/>
          <w:szCs w:val="44"/>
        </w:rPr>
        <w:t>优秀团员作为入党积极分子推荐表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9"/>
        <w:gridCol w:w="913"/>
        <w:gridCol w:w="213"/>
        <w:gridCol w:w="157"/>
        <w:gridCol w:w="803"/>
        <w:gridCol w:w="1283"/>
        <w:gridCol w:w="913"/>
        <w:gridCol w:w="503"/>
        <w:gridCol w:w="1104"/>
        <w:gridCol w:w="157"/>
        <w:gridCol w:w="943"/>
        <w:gridCol w:w="1109"/>
      </w:tblGrid>
      <w:tr w:rsidR="00F364AB" w:rsidRPr="001E659C" w14:paraId="2BDEAE03" w14:textId="77777777" w:rsidTr="00F364AB">
        <w:trPr>
          <w:trHeight w:val="510"/>
          <w:jc w:val="center"/>
        </w:trPr>
        <w:tc>
          <w:tcPr>
            <w:tcW w:w="474" w:type="pct"/>
            <w:vAlign w:val="center"/>
          </w:tcPr>
          <w:p w14:paraId="0644F34E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717" w:type="pct"/>
            <w:gridSpan w:val="3"/>
            <w:vAlign w:val="center"/>
          </w:tcPr>
          <w:p w14:paraId="1E36B30E" w14:textId="148702CE" w:rsidR="00913C1E" w:rsidRPr="00F364AB" w:rsidRDefault="00F364AB" w:rsidP="00913C1E">
            <w:pPr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449" w:type="pct"/>
            <w:vAlign w:val="center"/>
          </w:tcPr>
          <w:p w14:paraId="337FF102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717" w:type="pct"/>
            <w:vAlign w:val="center"/>
          </w:tcPr>
          <w:p w14:paraId="4E4DBA29" w14:textId="5C6BEC18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男</w:t>
            </w:r>
          </w:p>
        </w:tc>
        <w:tc>
          <w:tcPr>
            <w:tcW w:w="791" w:type="pct"/>
            <w:gridSpan w:val="2"/>
            <w:vAlign w:val="center"/>
          </w:tcPr>
          <w:p w14:paraId="16EB87F8" w14:textId="77777777" w:rsidR="00913C1E" w:rsidRPr="001E659C" w:rsidRDefault="00913C1E" w:rsidP="001E65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705" w:type="pct"/>
            <w:gridSpan w:val="2"/>
            <w:vAlign w:val="center"/>
          </w:tcPr>
          <w:p w14:paraId="64CBFD19" w14:textId="615BAD59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000-01</w:t>
            </w:r>
          </w:p>
        </w:tc>
        <w:tc>
          <w:tcPr>
            <w:tcW w:w="527" w:type="pct"/>
            <w:vAlign w:val="center"/>
          </w:tcPr>
          <w:p w14:paraId="00B99748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民族</w:t>
            </w:r>
          </w:p>
        </w:tc>
        <w:tc>
          <w:tcPr>
            <w:tcW w:w="619" w:type="pct"/>
            <w:vAlign w:val="center"/>
          </w:tcPr>
          <w:p w14:paraId="6AED478C" w14:textId="4F5DBEFE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汉</w:t>
            </w:r>
          </w:p>
        </w:tc>
      </w:tr>
      <w:tr w:rsidR="00913C1E" w:rsidRPr="001E659C" w14:paraId="36292057" w14:textId="77777777" w:rsidTr="00F364AB">
        <w:trPr>
          <w:trHeight w:val="510"/>
          <w:jc w:val="center"/>
        </w:trPr>
        <w:tc>
          <w:tcPr>
            <w:tcW w:w="474" w:type="pct"/>
            <w:vAlign w:val="center"/>
          </w:tcPr>
          <w:p w14:paraId="18C67A8A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籍贯</w:t>
            </w:r>
          </w:p>
        </w:tc>
        <w:tc>
          <w:tcPr>
            <w:tcW w:w="717" w:type="pct"/>
            <w:gridSpan w:val="3"/>
            <w:vAlign w:val="center"/>
          </w:tcPr>
          <w:p w14:paraId="1157C49F" w14:textId="23D79D10" w:rsidR="00913C1E" w:rsidRPr="00F364AB" w:rsidRDefault="00F364AB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广东广州</w:t>
            </w:r>
          </w:p>
        </w:tc>
        <w:tc>
          <w:tcPr>
            <w:tcW w:w="449" w:type="pct"/>
            <w:vAlign w:val="center"/>
          </w:tcPr>
          <w:p w14:paraId="6F1EBBFC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commentRangeStart w:id="0"/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  <w:commentRangeEnd w:id="0"/>
            <w:r w:rsidR="00F364AB">
              <w:rPr>
                <w:rStyle w:val="a8"/>
              </w:rPr>
              <w:commentReference w:id="0"/>
            </w:r>
          </w:p>
        </w:tc>
        <w:tc>
          <w:tcPr>
            <w:tcW w:w="717" w:type="pct"/>
            <w:vAlign w:val="center"/>
          </w:tcPr>
          <w:p w14:paraId="091EA38B" w14:textId="287A6004" w:rsidR="00F364AB" w:rsidRPr="00F364AB" w:rsidRDefault="00F364AB" w:rsidP="00F364AB">
            <w:pPr>
              <w:spacing w:line="240" w:lineRule="exact"/>
              <w:jc w:val="center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请查看批注</w:t>
            </w:r>
          </w:p>
        </w:tc>
        <w:tc>
          <w:tcPr>
            <w:tcW w:w="791" w:type="pct"/>
            <w:gridSpan w:val="2"/>
            <w:vAlign w:val="center"/>
          </w:tcPr>
          <w:p w14:paraId="7774BBAC" w14:textId="77777777" w:rsidR="00913C1E" w:rsidRPr="001E659C" w:rsidRDefault="00913C1E" w:rsidP="001E65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院系专业</w:t>
            </w:r>
          </w:p>
        </w:tc>
        <w:tc>
          <w:tcPr>
            <w:tcW w:w="1852" w:type="pct"/>
            <w:gridSpan w:val="4"/>
            <w:vAlign w:val="center"/>
          </w:tcPr>
          <w:p w14:paraId="5450ADD1" w14:textId="77777777" w:rsidR="00913C1E" w:rsidRPr="00F364AB" w:rsidRDefault="0099348E" w:rsidP="00913C1E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旅游学院xx班/xx专业</w:t>
            </w:r>
          </w:p>
        </w:tc>
      </w:tr>
      <w:tr w:rsidR="00913C1E" w:rsidRPr="001E659C" w14:paraId="350D7C07" w14:textId="77777777" w:rsidTr="00F364AB">
        <w:trPr>
          <w:trHeight w:val="676"/>
          <w:jc w:val="center"/>
        </w:trPr>
        <w:tc>
          <w:tcPr>
            <w:tcW w:w="474" w:type="pct"/>
            <w:vAlign w:val="center"/>
          </w:tcPr>
          <w:p w14:paraId="62CA7548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入团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1883" w:type="pct"/>
            <w:gridSpan w:val="5"/>
            <w:vAlign w:val="center"/>
          </w:tcPr>
          <w:p w14:paraId="0C023688" w14:textId="3960D78C" w:rsidR="00913C1E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015-05-04</w:t>
            </w:r>
          </w:p>
        </w:tc>
        <w:tc>
          <w:tcPr>
            <w:tcW w:w="791" w:type="pct"/>
            <w:gridSpan w:val="2"/>
            <w:vAlign w:val="center"/>
          </w:tcPr>
          <w:p w14:paraId="4BF2BE0C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申请入党时间</w:t>
            </w:r>
          </w:p>
        </w:tc>
        <w:tc>
          <w:tcPr>
            <w:tcW w:w="1852" w:type="pct"/>
            <w:gridSpan w:val="4"/>
            <w:vAlign w:val="center"/>
          </w:tcPr>
          <w:p w14:paraId="3A71A681" w14:textId="498C8724" w:rsidR="00913C1E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023-09-01</w:t>
            </w:r>
          </w:p>
        </w:tc>
      </w:tr>
      <w:tr w:rsidR="00F364AB" w:rsidRPr="001E659C" w14:paraId="038A794B" w14:textId="77777777" w:rsidTr="00F364AB">
        <w:trPr>
          <w:trHeight w:val="510"/>
          <w:jc w:val="center"/>
        </w:trPr>
        <w:tc>
          <w:tcPr>
            <w:tcW w:w="984" w:type="pct"/>
            <w:gridSpan w:val="2"/>
            <w:vAlign w:val="center"/>
          </w:tcPr>
          <w:p w14:paraId="615BF83A" w14:textId="77777777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所在团支部</w:t>
            </w:r>
          </w:p>
        </w:tc>
        <w:tc>
          <w:tcPr>
            <w:tcW w:w="1883" w:type="pct"/>
            <w:gridSpan w:val="5"/>
            <w:vAlign w:val="center"/>
          </w:tcPr>
          <w:p w14:paraId="43DE881B" w14:textId="599AFD2E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xx团支部</w:t>
            </w:r>
            <w:r w:rsidR="00845FE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（不是填党支部！）</w:t>
            </w:r>
          </w:p>
        </w:tc>
        <w:tc>
          <w:tcPr>
            <w:tcW w:w="898" w:type="pct"/>
            <w:gridSpan w:val="2"/>
            <w:vAlign w:val="center"/>
          </w:tcPr>
          <w:p w14:paraId="4B183E5D" w14:textId="2C2FDC05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团内外职务</w:t>
            </w:r>
          </w:p>
        </w:tc>
        <w:tc>
          <w:tcPr>
            <w:tcW w:w="1236" w:type="pct"/>
            <w:gridSpan w:val="3"/>
            <w:vAlign w:val="center"/>
          </w:tcPr>
          <w:p w14:paraId="204EA130" w14:textId="678B347F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没有请写“无”</w:t>
            </w:r>
          </w:p>
        </w:tc>
      </w:tr>
      <w:tr w:rsidR="00913C1E" w:rsidRPr="001E659C" w14:paraId="6E567282" w14:textId="77777777" w:rsidTr="00F364AB">
        <w:trPr>
          <w:trHeight w:val="1702"/>
          <w:jc w:val="center"/>
        </w:trPr>
        <w:tc>
          <w:tcPr>
            <w:tcW w:w="1103" w:type="pct"/>
            <w:gridSpan w:val="3"/>
            <w:vAlign w:val="center"/>
          </w:tcPr>
          <w:p w14:paraId="67FCBFBB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个</w:t>
            </w:r>
          </w:p>
          <w:p w14:paraId="66546756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人</w:t>
            </w:r>
          </w:p>
          <w:p w14:paraId="4F0D387D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简</w:t>
            </w:r>
          </w:p>
          <w:p w14:paraId="493D02FA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历</w:t>
            </w:r>
          </w:p>
        </w:tc>
        <w:tc>
          <w:tcPr>
            <w:tcW w:w="3897" w:type="pct"/>
            <w:gridSpan w:val="9"/>
          </w:tcPr>
          <w:p w14:paraId="44A81C6B" w14:textId="77777777" w:rsidR="0099348E" w:rsidRPr="0099348E" w:rsidRDefault="0099348E" w:rsidP="001E659C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/>
                <w:color w:val="FF0000"/>
                <w:sz w:val="24"/>
                <w:szCs w:val="24"/>
              </w:rPr>
              <w:t>X</w:t>
            </w: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</w:t>
            </w: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年xx月：某某小学</w:t>
            </w:r>
          </w:p>
          <w:p w14:paraId="0057086C" w14:textId="77777777" w:rsidR="0099348E" w:rsidRPr="0099348E" w:rsidRDefault="0099348E" w:rsidP="001E659C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</w:t>
            </w: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年xx月：某某初中</w:t>
            </w:r>
          </w:p>
          <w:p w14:paraId="25EAB8A8" w14:textId="77777777" w:rsidR="0099348E" w:rsidRPr="0099348E" w:rsidRDefault="0099348E" w:rsidP="001E659C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</w:t>
            </w: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年xx月：某某高中</w:t>
            </w:r>
          </w:p>
          <w:p w14:paraId="38BAB8F5" w14:textId="77777777" w:rsidR="0099348E" w:rsidRPr="001E659C" w:rsidRDefault="0099348E" w:rsidP="001E659C">
            <w:pPr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年xx月-至今：中山大学</w:t>
            </w:r>
          </w:p>
        </w:tc>
      </w:tr>
      <w:tr w:rsidR="00913C1E" w:rsidRPr="001E659C" w14:paraId="334551D9" w14:textId="77777777" w:rsidTr="00F364AB">
        <w:trPr>
          <w:trHeight w:val="989"/>
          <w:jc w:val="center"/>
        </w:trPr>
        <w:tc>
          <w:tcPr>
            <w:tcW w:w="1103" w:type="pct"/>
            <w:gridSpan w:val="3"/>
            <w:vAlign w:val="center"/>
          </w:tcPr>
          <w:p w14:paraId="0573C776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何时何地受何种奖励或处分</w:t>
            </w:r>
          </w:p>
        </w:tc>
        <w:tc>
          <w:tcPr>
            <w:tcW w:w="3897" w:type="pct"/>
            <w:gridSpan w:val="9"/>
            <w:vAlign w:val="center"/>
          </w:tcPr>
          <w:p w14:paraId="45B7B270" w14:textId="77777777" w:rsidR="00913C1E" w:rsidRPr="001E659C" w:rsidRDefault="0099348E" w:rsidP="00F364AB">
            <w:pPr>
              <w:rPr>
                <w:rFonts w:asciiTheme="minorEastAsia" w:hAnsiTheme="minor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如实写，没有请写“无”</w:t>
            </w:r>
          </w:p>
        </w:tc>
      </w:tr>
      <w:tr w:rsidR="00913C1E" w:rsidRPr="001E659C" w14:paraId="30ADD51D" w14:textId="77777777" w:rsidTr="00F364AB">
        <w:trPr>
          <w:trHeight w:val="2551"/>
          <w:jc w:val="center"/>
        </w:trPr>
        <w:tc>
          <w:tcPr>
            <w:tcW w:w="1103" w:type="pct"/>
            <w:gridSpan w:val="3"/>
            <w:vAlign w:val="center"/>
          </w:tcPr>
          <w:p w14:paraId="43C6D9E9" w14:textId="77777777" w:rsidR="00913C1E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个人陈述</w:t>
            </w:r>
          </w:p>
          <w:p w14:paraId="11FDAC1C" w14:textId="3C845BEE" w:rsidR="00F364AB" w:rsidRPr="001E659C" w:rsidRDefault="00F364AB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EE0081"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字内）</w:t>
            </w:r>
          </w:p>
        </w:tc>
        <w:tc>
          <w:tcPr>
            <w:tcW w:w="3897" w:type="pct"/>
            <w:gridSpan w:val="9"/>
            <w:vAlign w:val="center"/>
          </w:tcPr>
          <w:p w14:paraId="4BC070A2" w14:textId="0BDE1199" w:rsidR="00913C1E" w:rsidRPr="0099348E" w:rsidRDefault="00A04599" w:rsidP="00F364AB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0459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从思想政治、道德品行、作用发挥、执行纪律等方面进行自我述评，重点介绍个人入党动机和接受培养教育的体会和认识</w:t>
            </w: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。</w:t>
            </w:r>
          </w:p>
        </w:tc>
      </w:tr>
      <w:tr w:rsidR="00913C1E" w:rsidRPr="001E659C" w14:paraId="5AE4890C" w14:textId="77777777" w:rsidTr="00F364AB">
        <w:trPr>
          <w:trHeight w:val="1020"/>
          <w:jc w:val="center"/>
        </w:trPr>
        <w:tc>
          <w:tcPr>
            <w:tcW w:w="1103" w:type="pct"/>
            <w:gridSpan w:val="3"/>
            <w:vAlign w:val="center"/>
          </w:tcPr>
          <w:p w14:paraId="17D58058" w14:textId="77777777" w:rsid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团员评议</w:t>
            </w:r>
          </w:p>
          <w:p w14:paraId="74A97C65" w14:textId="77777777" w:rsidR="00913C1E" w:rsidRPr="001E659C" w:rsidRDefault="00913C1E" w:rsidP="001E65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情况</w:t>
            </w:r>
          </w:p>
        </w:tc>
        <w:tc>
          <w:tcPr>
            <w:tcW w:w="3897" w:type="pct"/>
            <w:gridSpan w:val="9"/>
            <w:vAlign w:val="center"/>
          </w:tcPr>
          <w:p w14:paraId="25161306" w14:textId="29E413C4" w:rsidR="00913C1E" w:rsidRPr="001E659C" w:rsidRDefault="00913C1E" w:rsidP="00F364AB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本次团员民主评议会议应到团员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人，实到团员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人，请假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人，本次会议有效；经过团员民主评议，认为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该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同学符合推优要求和基本条件，最后同意推荐其为入党积极分子。</w:t>
            </w:r>
          </w:p>
        </w:tc>
      </w:tr>
      <w:tr w:rsidR="00913C1E" w:rsidRPr="001E659C" w14:paraId="5384A477" w14:textId="77777777" w:rsidTr="00F364AB">
        <w:trPr>
          <w:trHeight w:val="1644"/>
          <w:jc w:val="center"/>
        </w:trPr>
        <w:tc>
          <w:tcPr>
            <w:tcW w:w="1103" w:type="pct"/>
            <w:gridSpan w:val="3"/>
            <w:vAlign w:val="center"/>
          </w:tcPr>
          <w:p w14:paraId="0C6A7039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团支部</w:t>
            </w:r>
            <w:r w:rsidRPr="001E659C">
              <w:rPr>
                <w:rFonts w:asciiTheme="minorEastAsia" w:hAnsiTheme="minorEastAsia"/>
                <w:sz w:val="24"/>
                <w:szCs w:val="24"/>
              </w:rPr>
              <w:br/>
              <w:t>（班级）</w:t>
            </w:r>
          </w:p>
          <w:p w14:paraId="6A5FEC88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3897" w:type="pct"/>
            <w:gridSpan w:val="9"/>
          </w:tcPr>
          <w:p w14:paraId="5403292E" w14:textId="2CFD5E4F" w:rsidR="001E659C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经过我支委会认真讨论，认为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该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同学符合推优基本条件和要求，团员民主评议情况属实，同意推荐其为入党积极分子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，请学院团委审批。</w:t>
            </w:r>
          </w:p>
          <w:p w14:paraId="184FB623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签名（盖章）</w:t>
            </w:r>
            <w:r w:rsidR="0099348E"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团支书签名</w:t>
            </w:r>
          </w:p>
          <w:p w14:paraId="450B09D2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年   月   日</w:t>
            </w:r>
          </w:p>
        </w:tc>
      </w:tr>
      <w:tr w:rsidR="00913C1E" w:rsidRPr="001E659C" w14:paraId="732615D4" w14:textId="77777777" w:rsidTr="00F364AB">
        <w:trPr>
          <w:trHeight w:val="1385"/>
          <w:jc w:val="center"/>
        </w:trPr>
        <w:tc>
          <w:tcPr>
            <w:tcW w:w="1103" w:type="pct"/>
            <w:gridSpan w:val="3"/>
            <w:vAlign w:val="center"/>
          </w:tcPr>
          <w:p w14:paraId="22A647A4" w14:textId="77777777" w:rsidR="00913C1E" w:rsidRPr="001E659C" w:rsidRDefault="00913C1E" w:rsidP="00913C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团委意见</w:t>
            </w:r>
          </w:p>
        </w:tc>
        <w:tc>
          <w:tcPr>
            <w:tcW w:w="3897" w:type="pct"/>
            <w:gridSpan w:val="9"/>
          </w:tcPr>
          <w:p w14:paraId="60173352" w14:textId="77777777" w:rsidR="002A1CC3" w:rsidRDefault="002A1CC3" w:rsidP="00913C1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518BB56" w14:textId="77777777" w:rsidR="002A1CC3" w:rsidRDefault="002A1CC3" w:rsidP="00913C1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0D7B752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签名（盖章）</w:t>
            </w:r>
          </w:p>
          <w:p w14:paraId="7EA09FF9" w14:textId="77777777" w:rsidR="00913C1E" w:rsidRPr="001E659C" w:rsidRDefault="00913C1E" w:rsidP="00913C1E">
            <w:pPr>
              <w:rPr>
                <w:rFonts w:asciiTheme="minorEastAsia" w:hAnsiTheme="minor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年   月   日</w:t>
            </w:r>
          </w:p>
        </w:tc>
      </w:tr>
    </w:tbl>
    <w:p w14:paraId="17206852" w14:textId="0EEC0E58" w:rsidR="00A00C31" w:rsidRDefault="00EE0081" w:rsidP="00A00C31">
      <w:r>
        <w:rPr>
          <w:rFonts w:hint="eastAsia"/>
        </w:rPr>
        <w:t>*</w:t>
      </w:r>
      <w:r>
        <w:rPr>
          <w:rFonts w:hint="eastAsia"/>
        </w:rPr>
        <w:t>此表双面打印。</w:t>
      </w:r>
    </w:p>
    <w:sectPr w:rsidR="00A00C31" w:rsidSect="001E659C"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 H" w:date="2024-09-04T18:12:00Z" w:initials="TH">
    <w:p w14:paraId="0D5CD276" w14:textId="4AD7C6B7" w:rsidR="00F364AB" w:rsidRPr="00F364AB" w:rsidRDefault="00F364AB" w:rsidP="00F364AB">
      <w:pPr>
        <w:spacing w:line="240" w:lineRule="exact"/>
        <w:jc w:val="left"/>
        <w:rPr>
          <w:rFonts w:asciiTheme="minorEastAsia" w:hAnsiTheme="minorEastAsia"/>
          <w:color w:val="FF0000"/>
          <w:sz w:val="20"/>
          <w:szCs w:val="20"/>
        </w:rPr>
      </w:pPr>
      <w:r>
        <w:rPr>
          <w:rStyle w:val="a8"/>
        </w:rPr>
        <w:annotationRef/>
      </w:r>
      <w:r w:rsidRPr="00F364AB">
        <w:rPr>
          <w:rFonts w:asciiTheme="minorEastAsia" w:hAnsiTheme="minorEastAsia" w:hint="eastAsia"/>
          <w:color w:val="FF0000"/>
          <w:sz w:val="20"/>
          <w:szCs w:val="20"/>
        </w:rPr>
        <w:t>本科生：高中；硕士生：本科；博士生：研究生；硕博连读：本科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5CD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32184" w16cex:dateUtc="2024-09-04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5CD276" w16cid:durableId="2A832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17512" w14:textId="77777777" w:rsidR="00206BE9" w:rsidRDefault="00206BE9" w:rsidP="00812C7B">
      <w:r>
        <w:separator/>
      </w:r>
    </w:p>
  </w:endnote>
  <w:endnote w:type="continuationSeparator" w:id="0">
    <w:p w14:paraId="51CC2562" w14:textId="77777777" w:rsidR="00206BE9" w:rsidRDefault="00206BE9" w:rsidP="0081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CB8C6" w14:textId="77777777" w:rsidR="00206BE9" w:rsidRDefault="00206BE9" w:rsidP="00812C7B">
      <w:r>
        <w:separator/>
      </w:r>
    </w:p>
  </w:footnote>
  <w:footnote w:type="continuationSeparator" w:id="0">
    <w:p w14:paraId="7E722B9E" w14:textId="77777777" w:rsidR="00206BE9" w:rsidRDefault="00206BE9" w:rsidP="00812C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AB"/>
    <w:rsid w:val="000471E4"/>
    <w:rsid w:val="0006050D"/>
    <w:rsid w:val="00063B97"/>
    <w:rsid w:val="001D009D"/>
    <w:rsid w:val="001E659C"/>
    <w:rsid w:val="00206BE9"/>
    <w:rsid w:val="002A1CC3"/>
    <w:rsid w:val="002F6125"/>
    <w:rsid w:val="003C373B"/>
    <w:rsid w:val="004701D8"/>
    <w:rsid w:val="00537D68"/>
    <w:rsid w:val="005C105A"/>
    <w:rsid w:val="005F56CA"/>
    <w:rsid w:val="007C2B0A"/>
    <w:rsid w:val="00812C7B"/>
    <w:rsid w:val="008178E9"/>
    <w:rsid w:val="00845FE2"/>
    <w:rsid w:val="00872A1C"/>
    <w:rsid w:val="00913C1E"/>
    <w:rsid w:val="0099348E"/>
    <w:rsid w:val="00A00C31"/>
    <w:rsid w:val="00A04599"/>
    <w:rsid w:val="00C72BED"/>
    <w:rsid w:val="00D47BB3"/>
    <w:rsid w:val="00DC3F14"/>
    <w:rsid w:val="00E0169E"/>
    <w:rsid w:val="00E85BF4"/>
    <w:rsid w:val="00EE0081"/>
    <w:rsid w:val="00F3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1C23E"/>
  <w15:docId w15:val="{CFAD90F1-2117-49B1-AFA3-69E8DFFD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5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2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12C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12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12C7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364AB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364AB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364AB"/>
  </w:style>
  <w:style w:type="paragraph" w:styleId="ab">
    <w:name w:val="annotation subject"/>
    <w:basedOn w:val="a9"/>
    <w:next w:val="a9"/>
    <w:link w:val="ac"/>
    <w:uiPriority w:val="99"/>
    <w:semiHidden/>
    <w:unhideWhenUsed/>
    <w:rsid w:val="00F364AB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36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hareCache\&#20309;&#29980;\&#20826;&#25903;&#37096;\&#24037;&#20316;&#27169;&#26495;\4.&#21457;&#23637;&#20826;&#21592;&#36807;&#31243;&#25991;&#20214;\05-2.&#20248;&#31168;&#22242;&#21592;&#20316;&#20026;&#20837;&#20826;&#31215;&#26497;&#20998;&#23376;&#25512;&#33616;&#34920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774D-E6A1-47E4-B35F-2EA4945D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05-2.优秀团员作为入党积极分子推荐表.dotx</Template>
  <TotalTime>8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T H</cp:lastModifiedBy>
  <cp:revision>4</cp:revision>
  <dcterms:created xsi:type="dcterms:W3CDTF">2024-09-04T10:07:00Z</dcterms:created>
  <dcterms:modified xsi:type="dcterms:W3CDTF">2024-12-30T05:58:00Z</dcterms:modified>
</cp:coreProperties>
</file>